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55ADBDA2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91854" w:rsidRPr="00316376">
        <w:rPr>
          <w:rFonts w:cs="Arial"/>
          <w:color w:val="000000"/>
          <w:sz w:val="22"/>
        </w:rPr>
        <w:t>12</w:t>
      </w:r>
      <w:r w:rsidR="005C4230" w:rsidRPr="00316376">
        <w:rPr>
          <w:rFonts w:cs="Arial"/>
          <w:color w:val="000000"/>
          <w:sz w:val="22"/>
        </w:rPr>
        <w:t>.05</w:t>
      </w:r>
      <w:r w:rsidRPr="00316376">
        <w:rPr>
          <w:rFonts w:cs="Arial"/>
          <w:color w:val="000000"/>
          <w:sz w:val="22"/>
        </w:rPr>
        <w:t>.2025 nr JV-MAA-1/</w:t>
      </w:r>
      <w:r w:rsidR="00316376" w:rsidRPr="00316376">
        <w:rPr>
          <w:rFonts w:cs="Arial"/>
          <w:color w:val="000000"/>
          <w:sz w:val="22"/>
        </w:rPr>
        <w:t>2251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77777777" w:rsidR="000505BA" w:rsidRPr="000B2E35" w:rsidRDefault="000505BA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Elektrivõrguga  liitumine, elektrimaakaabelliin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D05D607" w14:textId="4F73A124" w:rsidR="00C91854" w:rsidRPr="00C91854" w:rsidRDefault="000505BA" w:rsidP="00C9185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</w:t>
            </w:r>
            <w:r w:rsidR="002935B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2935BE">
              <w:t xml:space="preserve"> </w:t>
            </w:r>
            <w:r w:rsidR="00C91854">
              <w:t xml:space="preserve"> </w:t>
            </w:r>
            <w:r w:rsidR="00C91854" w:rsidRPr="00C91854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IP7214 „Pargi F-613 </w:t>
            </w:r>
          </w:p>
          <w:p w14:paraId="388C2456" w14:textId="53F0943C" w:rsidR="002935BE" w:rsidRPr="000B2E35" w:rsidRDefault="00C91854" w:rsidP="00C9185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C91854">
              <w:rPr>
                <w:rFonts w:ascii="Calibri" w:eastAsia="Calibri" w:hAnsi="Calibri"/>
                <w:sz w:val="22"/>
                <w:szCs w:val="22"/>
                <w:lang w:val="et-EE"/>
              </w:rPr>
              <w:t>rekonstrueerimine, Ida-Viru maakond“</w:t>
            </w:r>
            <w:r w:rsidR="002935BE" w:rsidRPr="002935B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 </w:t>
            </w:r>
          </w:p>
          <w:p w14:paraId="0BE2F00C" w14:textId="1D907B7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CEAE872" w14:textId="3529D7BB" w:rsidR="00D77FE1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C9185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Martin Bluum</w:t>
            </w:r>
          </w:p>
          <w:p w14:paraId="293EFB39" w14:textId="72E7EF78" w:rsidR="000505BA" w:rsidRPr="000B2E35" w:rsidRDefault="00D77FE1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Stromtec</w:t>
            </w:r>
            <w:r w:rsidR="000505B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58F85624" w:rsidR="000505BA" w:rsidRPr="000B2E35" w:rsidRDefault="00C91854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C9185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12.12.2024  nr 7.1-2/24/21191-2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601D999" w14:textId="1CB61718" w:rsidR="00C91854" w:rsidRPr="008342C4" w:rsidRDefault="00C91854" w:rsidP="00C9185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2.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0513F7F" w14:textId="0A5E24F3" w:rsidR="000505BA" w:rsidRPr="008F0BAD" w:rsidRDefault="000505BA" w:rsidP="00DB14F4">
            <w:pPr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C91854">
              <w:rPr>
                <w:rFonts w:ascii="Times New Roman" w:hAnsi="Times New Roman"/>
                <w:b/>
                <w:lang w:val="et-EE"/>
              </w:rPr>
              <w:t>93 Kohtla-Järve – Kukruse-Tammiku</w:t>
            </w:r>
            <w:r w:rsidRPr="008F0BAD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27FDE246" w14:textId="77777777" w:rsidR="000505BA" w:rsidRDefault="000505BA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300F1905" w14:textId="5E89ECC0" w:rsidR="000505BA" w:rsidRPr="00076563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C91854">
              <w:rPr>
                <w:rFonts w:ascii="Times New Roman" w:hAnsi="Times New Roman"/>
                <w:bCs/>
                <w:lang w:val="et-EE"/>
              </w:rPr>
              <w:t>25201:002:0137</w:t>
            </w:r>
          </w:p>
          <w:p w14:paraId="4E3FA0CB" w14:textId="79DBA4B4" w:rsidR="000505BA" w:rsidRPr="00076563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C91854">
              <w:rPr>
                <w:rFonts w:ascii="Times New Roman" w:hAnsi="Times New Roman"/>
                <w:bCs/>
                <w:lang w:val="et-EE"/>
              </w:rPr>
              <w:t>8609350</w:t>
            </w:r>
          </w:p>
          <w:p w14:paraId="7A086CA0" w14:textId="6D53FFAB" w:rsidR="000505BA" w:rsidRPr="008E5621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C91854" w:rsidRPr="00C91854">
              <w:rPr>
                <w:rFonts w:ascii="Times New Roman" w:hAnsi="Times New Roman"/>
                <w:bCs/>
                <w:lang w:val="et-EE"/>
              </w:rPr>
              <w:t>93 Kohtla-Järve – Kukruse-Tammiku</w:t>
            </w:r>
            <w:r w:rsidR="00C91854" w:rsidRPr="008F0BAD">
              <w:rPr>
                <w:rFonts w:ascii="Times New Roman" w:hAnsi="Times New Roman"/>
                <w:b/>
                <w:lang w:val="et-EE"/>
              </w:rPr>
              <w:t xml:space="preserve"> </w:t>
            </w:r>
            <w:r>
              <w:rPr>
                <w:rFonts w:ascii="Times New Roman" w:hAnsi="Times New Roman"/>
                <w:bCs/>
                <w:lang w:val="et-EE"/>
              </w:rPr>
              <w:t>tee</w:t>
            </w:r>
          </w:p>
          <w:p w14:paraId="303C3102" w14:textId="05308BFC" w:rsidR="000505BA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C91854">
              <w:rPr>
                <w:rFonts w:ascii="Times New Roman" w:hAnsi="Times New Roman"/>
                <w:bCs/>
                <w:lang w:val="et-EE"/>
              </w:rPr>
              <w:t>73555</w:t>
            </w:r>
          </w:p>
          <w:p w14:paraId="1030EF5F" w14:textId="77777777" w:rsidR="000505BA" w:rsidRPr="001F4CFC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6F71D3D8" w14:textId="3166E253" w:rsidR="005623AF" w:rsidRDefault="000505BA" w:rsidP="00C91854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F8649D">
              <w:rPr>
                <w:rFonts w:ascii="Times New Roman" w:hAnsi="Times New Roman"/>
                <w:bCs/>
                <w:lang w:val="et-EE"/>
              </w:rPr>
              <w:t>797651</w:t>
            </w:r>
          </w:p>
          <w:p w14:paraId="2C344F3C" w14:textId="4B566F1B" w:rsidR="00C91854" w:rsidRDefault="00F8649D" w:rsidP="00C91854">
            <w:pPr>
              <w:rPr>
                <w:rFonts w:ascii="Times New Roman" w:eastAsia="Calibri" w:hAnsi="Times New Roman"/>
                <w:bCs/>
                <w:lang w:val="et-EE"/>
              </w:rPr>
            </w:pPr>
            <w:hyperlink r:id="rId13" w:history="1">
              <w:r w:rsidRPr="003168A5">
                <w:rPr>
                  <w:rStyle w:val="Hyperlink"/>
                  <w:rFonts w:ascii="Times New Roman" w:eastAsia="Calibri" w:hAnsi="Times New Roman"/>
                  <w:bCs/>
                  <w:lang w:val="et-EE"/>
                </w:rPr>
                <w:t>https://pari.kataster.ee/magic-link/c30f79bd-5cac-4970-bedd-f9cfcfce3e38</w:t>
              </w:r>
            </w:hyperlink>
            <w:r>
              <w:rPr>
                <w:rFonts w:ascii="Times New Roman" w:eastAsia="Calibri" w:hAnsi="Times New Roman"/>
                <w:bCs/>
                <w:lang w:val="et-EE"/>
              </w:rPr>
              <w:t xml:space="preserve"> </w:t>
            </w:r>
          </w:p>
          <w:p w14:paraId="6DD08C22" w14:textId="493FA762" w:rsidR="00C91854" w:rsidRPr="00076563" w:rsidRDefault="00C91854" w:rsidP="00C9185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:25201:00</w:t>
            </w:r>
            <w:r>
              <w:rPr>
                <w:rFonts w:ascii="Times New Roman" w:hAnsi="Times New Roman"/>
                <w:bCs/>
                <w:lang w:val="et-EE"/>
              </w:rPr>
              <w:t>3</w:t>
            </w:r>
            <w:r>
              <w:rPr>
                <w:rFonts w:ascii="Times New Roman" w:hAnsi="Times New Roman"/>
                <w:bCs/>
                <w:lang w:val="et-EE"/>
              </w:rPr>
              <w:t>:0</w:t>
            </w:r>
            <w:r>
              <w:rPr>
                <w:rFonts w:ascii="Times New Roman" w:hAnsi="Times New Roman"/>
                <w:bCs/>
                <w:lang w:val="et-EE"/>
              </w:rPr>
              <w:t>076</w:t>
            </w:r>
          </w:p>
          <w:p w14:paraId="749CDE4C" w14:textId="0A654F38" w:rsidR="00C91854" w:rsidRPr="00076563" w:rsidRDefault="00C91854" w:rsidP="00C9185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bCs/>
                <w:lang w:val="et-EE"/>
              </w:rPr>
              <w:t>8429450</w:t>
            </w:r>
          </w:p>
          <w:p w14:paraId="410903D1" w14:textId="77777777" w:rsidR="00C91854" w:rsidRPr="008E5621" w:rsidRDefault="00C91854" w:rsidP="00C9185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Pr="00C91854">
              <w:rPr>
                <w:rFonts w:ascii="Times New Roman" w:hAnsi="Times New Roman"/>
                <w:bCs/>
                <w:lang w:val="et-EE"/>
              </w:rPr>
              <w:t>93 Kohtla-Järve – Kukruse-Tammiku</w:t>
            </w:r>
            <w:r w:rsidRPr="008F0BAD">
              <w:rPr>
                <w:rFonts w:ascii="Times New Roman" w:hAnsi="Times New Roman"/>
                <w:b/>
                <w:lang w:val="et-EE"/>
              </w:rPr>
              <w:t xml:space="preserve"> </w:t>
            </w:r>
            <w:r>
              <w:rPr>
                <w:rFonts w:ascii="Times New Roman" w:hAnsi="Times New Roman"/>
                <w:bCs/>
                <w:lang w:val="et-EE"/>
              </w:rPr>
              <w:t>tee</w:t>
            </w:r>
          </w:p>
          <w:p w14:paraId="11E44CA9" w14:textId="204E238D" w:rsidR="00C91854" w:rsidRDefault="00C91854" w:rsidP="00C9185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>
              <w:rPr>
                <w:rFonts w:ascii="Times New Roman" w:hAnsi="Times New Roman"/>
                <w:bCs/>
                <w:lang w:val="et-EE"/>
              </w:rPr>
              <w:t>7</w:t>
            </w:r>
            <w:r>
              <w:rPr>
                <w:rFonts w:ascii="Times New Roman" w:hAnsi="Times New Roman"/>
                <w:bCs/>
                <w:lang w:val="et-EE"/>
              </w:rPr>
              <w:t>3556</w:t>
            </w:r>
          </w:p>
          <w:p w14:paraId="7E5D99CD" w14:textId="77777777" w:rsidR="00C91854" w:rsidRPr="001F4CFC" w:rsidRDefault="00C91854" w:rsidP="00C91854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C215DC4" w14:textId="136FE591" w:rsidR="00C91854" w:rsidRDefault="00C91854" w:rsidP="00C91854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>Ruumikuju andmed: PARI ID</w:t>
            </w:r>
            <w:r w:rsidR="008C4DA3">
              <w:rPr>
                <w:rFonts w:ascii="Times New Roman" w:hAnsi="Times New Roman"/>
                <w:bCs/>
                <w:lang w:val="et-EE"/>
              </w:rPr>
              <w:t xml:space="preserve"> 797648</w:t>
            </w:r>
          </w:p>
          <w:p w14:paraId="510A340B" w14:textId="38005C71" w:rsidR="00963490" w:rsidRDefault="008C4DA3" w:rsidP="00C91854">
            <w:pPr>
              <w:rPr>
                <w:rFonts w:ascii="Times New Roman" w:eastAsia="Calibri" w:hAnsi="Times New Roman"/>
                <w:bCs/>
                <w:lang w:val="et-EE"/>
              </w:rPr>
            </w:pPr>
            <w:hyperlink r:id="rId14" w:history="1">
              <w:r w:rsidRPr="003168A5">
                <w:rPr>
                  <w:rStyle w:val="Hyperlink"/>
                  <w:rFonts w:ascii="Times New Roman" w:eastAsia="Calibri" w:hAnsi="Times New Roman"/>
                  <w:bCs/>
                  <w:lang w:val="et-EE"/>
                </w:rPr>
                <w:t>https://pari.kataster.ee/magic-link/adf4b844-714b-4df4-b5ed-138a71cedf16</w:t>
              </w:r>
            </w:hyperlink>
            <w:r>
              <w:rPr>
                <w:rFonts w:ascii="Times New Roman" w:eastAsia="Calibri" w:hAnsi="Times New Roman"/>
                <w:bCs/>
                <w:lang w:val="et-EE"/>
              </w:rPr>
              <w:t xml:space="preserve"> </w:t>
            </w:r>
          </w:p>
          <w:p w14:paraId="1EDDACD9" w14:textId="67E24654" w:rsidR="00C91854" w:rsidRPr="000B2E35" w:rsidRDefault="00C91854" w:rsidP="00C91854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"/>
        <w:gridCol w:w="3114"/>
        <w:gridCol w:w="142"/>
        <w:gridCol w:w="6082"/>
      </w:tblGrid>
      <w:tr w:rsidR="00963490" w:rsidRPr="008E5621" w14:paraId="64FEB2E4" w14:textId="77777777" w:rsidTr="00963490">
        <w:trPr>
          <w:gridBefore w:val="1"/>
          <w:wBefore w:w="113" w:type="dxa"/>
          <w:trHeight w:val="312"/>
        </w:trPr>
        <w:tc>
          <w:tcPr>
            <w:tcW w:w="3114" w:type="dxa"/>
            <w:vMerge w:val="restart"/>
          </w:tcPr>
          <w:p w14:paraId="6679B6B2" w14:textId="5F863E57" w:rsidR="00963490" w:rsidRDefault="00963490" w:rsidP="00C625F2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6662AEEB" w14:textId="77777777" w:rsidR="00963490" w:rsidRPr="008342C4" w:rsidRDefault="00963490" w:rsidP="00C625F2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2DD488E" w14:textId="2E54D32F" w:rsidR="00963490" w:rsidRPr="008342C4" w:rsidRDefault="00963490" w:rsidP="00C625F2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2E3571F6" w14:textId="77777777" w:rsidR="00963490" w:rsidRDefault="00963490" w:rsidP="00C625F2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361C64E" w14:textId="77777777" w:rsidR="00963490" w:rsidRDefault="00963490" w:rsidP="00C625F2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901734D" w14:textId="77777777" w:rsidR="00963490" w:rsidRDefault="00963490" w:rsidP="00C625F2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7B1506C" w14:textId="77777777" w:rsidR="00963490" w:rsidRDefault="00963490" w:rsidP="00C625F2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8673E50" w14:textId="77777777" w:rsidR="00963490" w:rsidRDefault="00963490" w:rsidP="00C625F2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9B88A9A" w14:textId="77777777" w:rsidR="00963490" w:rsidRPr="008342C4" w:rsidRDefault="00963490" w:rsidP="00C625F2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gridSpan w:val="2"/>
            <w:tcBorders>
              <w:bottom w:val="single" w:sz="4" w:space="0" w:color="000000"/>
            </w:tcBorders>
            <w:hideMark/>
          </w:tcPr>
          <w:p w14:paraId="27AA0419" w14:textId="2EC6F752" w:rsidR="00963490" w:rsidRPr="008F0BAD" w:rsidRDefault="00963490" w:rsidP="00C625F2">
            <w:pPr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316376">
              <w:rPr>
                <w:rFonts w:ascii="Times New Roman" w:hAnsi="Times New Roman"/>
                <w:b/>
                <w:lang w:val="et-EE"/>
              </w:rPr>
              <w:t>3 Jõhvi-Tartu-Valga tee L3</w:t>
            </w:r>
          </w:p>
          <w:p w14:paraId="406BF7DE" w14:textId="77777777" w:rsidR="00963490" w:rsidRDefault="00963490" w:rsidP="00C625F2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0910CFC0" w14:textId="77777777" w:rsidR="00963490" w:rsidRPr="008E5621" w:rsidRDefault="00963490" w:rsidP="00C625F2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963490" w:rsidRPr="000B2E35" w14:paraId="6304A604" w14:textId="77777777" w:rsidTr="00963490">
        <w:trPr>
          <w:gridBefore w:val="1"/>
          <w:wBefore w:w="113" w:type="dxa"/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1A21D33C" w14:textId="77777777" w:rsidR="00963490" w:rsidRPr="000B2E35" w:rsidRDefault="00963490" w:rsidP="00C625F2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1EB168AF" w14:textId="4324810B" w:rsidR="00963490" w:rsidRPr="00076563" w:rsidRDefault="00963490" w:rsidP="00C625F2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316376">
              <w:rPr>
                <w:rFonts w:ascii="Times New Roman" w:hAnsi="Times New Roman"/>
                <w:bCs/>
                <w:lang w:val="et-EE"/>
              </w:rPr>
              <w:t>32204:001:0019</w:t>
            </w:r>
          </w:p>
          <w:p w14:paraId="1709CAC8" w14:textId="22062346" w:rsidR="00963490" w:rsidRPr="00076563" w:rsidRDefault="00963490" w:rsidP="00C625F2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316376">
              <w:rPr>
                <w:rFonts w:ascii="Times New Roman" w:hAnsi="Times New Roman"/>
                <w:bCs/>
                <w:lang w:val="et-EE"/>
              </w:rPr>
              <w:t>8080950</w:t>
            </w:r>
          </w:p>
          <w:p w14:paraId="6DB51FE3" w14:textId="16DFF8FB" w:rsidR="00963490" w:rsidRPr="00316376" w:rsidRDefault="00963490" w:rsidP="00316376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316376" w:rsidRPr="00316376">
              <w:rPr>
                <w:rFonts w:ascii="Times New Roman" w:hAnsi="Times New Roman"/>
                <w:bCs/>
                <w:lang w:val="et-EE"/>
              </w:rPr>
              <w:t>3 Jõhvi-Tartu-Valga tee L3</w:t>
            </w:r>
          </w:p>
          <w:p w14:paraId="5895415F" w14:textId="53CCFF8A" w:rsidR="00963490" w:rsidRDefault="00963490" w:rsidP="00C625F2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316376">
              <w:rPr>
                <w:rFonts w:ascii="Times New Roman" w:hAnsi="Times New Roman"/>
                <w:bCs/>
                <w:lang w:val="et-EE"/>
              </w:rPr>
              <w:t>73355</w:t>
            </w:r>
          </w:p>
          <w:p w14:paraId="70F9C7BB" w14:textId="77777777" w:rsidR="00963490" w:rsidRPr="001F4CFC" w:rsidRDefault="00963490" w:rsidP="00C625F2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39703231" w14:textId="0922243D" w:rsidR="00963490" w:rsidRDefault="00963490" w:rsidP="00C625F2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7816BC">
              <w:rPr>
                <w:rFonts w:ascii="Times New Roman" w:hAnsi="Times New Roman"/>
                <w:bCs/>
                <w:lang w:val="et-EE"/>
              </w:rPr>
              <w:t>797652</w:t>
            </w:r>
          </w:p>
          <w:p w14:paraId="204252F3" w14:textId="4DAA5268" w:rsidR="00963490" w:rsidRDefault="002C22A3" w:rsidP="00C625F2">
            <w:pPr>
              <w:rPr>
                <w:rFonts w:ascii="Times New Roman" w:eastAsia="Calibri" w:hAnsi="Times New Roman"/>
                <w:bCs/>
                <w:lang w:val="et-EE"/>
              </w:rPr>
            </w:pPr>
            <w:hyperlink r:id="rId15" w:history="1">
              <w:r w:rsidRPr="003168A5">
                <w:rPr>
                  <w:rStyle w:val="Hyperlink"/>
                  <w:rFonts w:ascii="Times New Roman" w:eastAsia="Calibri" w:hAnsi="Times New Roman"/>
                  <w:bCs/>
                  <w:lang w:val="et-EE"/>
                </w:rPr>
                <w:t>https://pari.kataster.ee/magic-link/2846ff53-2de6-4ad3-8bf5-0679632fe348</w:t>
              </w:r>
            </w:hyperlink>
            <w:r>
              <w:rPr>
                <w:rFonts w:ascii="Times New Roman" w:eastAsia="Calibri" w:hAnsi="Times New Roman"/>
                <w:bCs/>
                <w:lang w:val="et-EE"/>
              </w:rPr>
              <w:t xml:space="preserve"> </w:t>
            </w:r>
          </w:p>
          <w:p w14:paraId="0C8EF2C8" w14:textId="77777777" w:rsidR="00963490" w:rsidRPr="000B2E35" w:rsidRDefault="00963490" w:rsidP="0096349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Maaõiguse vanemspetsialist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5FF2AC1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Lisad: asendiplaanid, Pari ruumikujud</w:t>
      </w: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36D32" w14:textId="77777777" w:rsidR="00886F46" w:rsidRDefault="00886F46">
      <w:r>
        <w:separator/>
      </w:r>
    </w:p>
  </w:endnote>
  <w:endnote w:type="continuationSeparator" w:id="0">
    <w:p w14:paraId="37CA1D8A" w14:textId="77777777" w:rsidR="00886F46" w:rsidRDefault="00886F46">
      <w:r>
        <w:continuationSeparator/>
      </w:r>
    </w:p>
  </w:endnote>
  <w:endnote w:type="continuationNotice" w:id="1">
    <w:p w14:paraId="147C008F" w14:textId="77777777" w:rsidR="00886F46" w:rsidRDefault="0088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E981F" w14:textId="77777777" w:rsidR="00886F46" w:rsidRDefault="00886F46">
      <w:r>
        <w:separator/>
      </w:r>
    </w:p>
  </w:footnote>
  <w:footnote w:type="continuationSeparator" w:id="0">
    <w:p w14:paraId="6A50B3AB" w14:textId="77777777" w:rsidR="00886F46" w:rsidRDefault="00886F46">
      <w:r>
        <w:continuationSeparator/>
      </w:r>
    </w:p>
  </w:footnote>
  <w:footnote w:type="continuationNotice" w:id="1">
    <w:p w14:paraId="4A3D5CAD" w14:textId="77777777" w:rsidR="00886F46" w:rsidRDefault="0088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505BA"/>
    <w:rsid w:val="000B417F"/>
    <w:rsid w:val="000B4850"/>
    <w:rsid w:val="000B57BA"/>
    <w:rsid w:val="000F3E27"/>
    <w:rsid w:val="00103444"/>
    <w:rsid w:val="00111A7D"/>
    <w:rsid w:val="00146F8F"/>
    <w:rsid w:val="00162108"/>
    <w:rsid w:val="00176B5D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27EE8"/>
    <w:rsid w:val="002401E8"/>
    <w:rsid w:val="0024234A"/>
    <w:rsid w:val="002641F5"/>
    <w:rsid w:val="002726A3"/>
    <w:rsid w:val="002732AA"/>
    <w:rsid w:val="002935BE"/>
    <w:rsid w:val="002A1036"/>
    <w:rsid w:val="002A2B20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782C"/>
    <w:rsid w:val="003F5996"/>
    <w:rsid w:val="00402D9D"/>
    <w:rsid w:val="004170C1"/>
    <w:rsid w:val="00430FA1"/>
    <w:rsid w:val="00470107"/>
    <w:rsid w:val="00491AD7"/>
    <w:rsid w:val="004D1D70"/>
    <w:rsid w:val="004E5DD5"/>
    <w:rsid w:val="0050379B"/>
    <w:rsid w:val="00532D2F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27A9"/>
    <w:rsid w:val="006B28B7"/>
    <w:rsid w:val="006B5553"/>
    <w:rsid w:val="006B79A8"/>
    <w:rsid w:val="006C1103"/>
    <w:rsid w:val="006E49AA"/>
    <w:rsid w:val="006F595A"/>
    <w:rsid w:val="00704301"/>
    <w:rsid w:val="0070500B"/>
    <w:rsid w:val="007127AD"/>
    <w:rsid w:val="00755DE3"/>
    <w:rsid w:val="00765D62"/>
    <w:rsid w:val="0077377F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C4DA3"/>
    <w:rsid w:val="008C5B01"/>
    <w:rsid w:val="008D2D2A"/>
    <w:rsid w:val="008D3667"/>
    <w:rsid w:val="008F2A05"/>
    <w:rsid w:val="008F47F1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8345B"/>
    <w:rsid w:val="00A837AB"/>
    <w:rsid w:val="00AE1639"/>
    <w:rsid w:val="00AE6B50"/>
    <w:rsid w:val="00AF6389"/>
    <w:rsid w:val="00B05AE2"/>
    <w:rsid w:val="00B33B98"/>
    <w:rsid w:val="00B4021D"/>
    <w:rsid w:val="00B61872"/>
    <w:rsid w:val="00B845CE"/>
    <w:rsid w:val="00B91B48"/>
    <w:rsid w:val="00BA3B23"/>
    <w:rsid w:val="00BD14A4"/>
    <w:rsid w:val="00BF0E4C"/>
    <w:rsid w:val="00BF4038"/>
    <w:rsid w:val="00C0020C"/>
    <w:rsid w:val="00C14ACD"/>
    <w:rsid w:val="00C34030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F283A"/>
    <w:rsid w:val="00DF2D6D"/>
    <w:rsid w:val="00DF3E13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c30f79bd-5cac-4970-bedd-f9cfcfce3e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2846ff53-2de6-4ad3-8bf5-0679632fe3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adf4b844-714b-4df4-b5ed-138a71cedf16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3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22</TotalTime>
  <Pages>2</Pages>
  <Words>400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7</cp:revision>
  <cp:lastPrinted>2025-04-15T10:05:00Z</cp:lastPrinted>
  <dcterms:created xsi:type="dcterms:W3CDTF">2025-05-12T12:39:00Z</dcterms:created>
  <dcterms:modified xsi:type="dcterms:W3CDTF">2025-05-12T12:57:00Z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